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="-68" w:tblpY="481"/>
        <w:tblW w:w="10314" w:type="dxa"/>
        <w:tblLayout w:type="fixed"/>
        <w:tblLook w:val="01E0" w:firstRow="1" w:lastRow="1" w:firstColumn="1" w:lastColumn="1" w:noHBand="0" w:noVBand="0"/>
      </w:tblPr>
      <w:tblGrid>
        <w:gridCol w:w="4604"/>
        <w:gridCol w:w="392"/>
        <w:gridCol w:w="425"/>
        <w:gridCol w:w="641"/>
        <w:gridCol w:w="4252"/>
      </w:tblGrid>
      <w:tr w:rsidR="00B70844" w:rsidRPr="00735198" w:rsidTr="00DF1F54">
        <w:tc>
          <w:tcPr>
            <w:tcW w:w="4604" w:type="dxa"/>
            <w:vAlign w:val="center"/>
          </w:tcPr>
          <w:p w:rsidR="00B70844" w:rsidRPr="00406257" w:rsidRDefault="00B70844" w:rsidP="00DF1F54">
            <w:pPr>
              <w:spacing w:line="300" w:lineRule="exact"/>
              <w:ind w:right="351"/>
              <w:jc w:val="center"/>
              <w:rPr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 xml:space="preserve">МИНИСТЕРСТВО </w:t>
            </w:r>
          </w:p>
          <w:p w:rsidR="00B70844" w:rsidRPr="00210834" w:rsidRDefault="00B70844" w:rsidP="00DF1F54">
            <w:pPr>
              <w:spacing w:line="300" w:lineRule="exact"/>
              <w:ind w:right="351"/>
              <w:jc w:val="center"/>
              <w:rPr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 xml:space="preserve">ПО ДЕЛАМ МОЛОДЕЖИ </w:t>
            </w:r>
          </w:p>
          <w:p w:rsidR="00B70844" w:rsidRPr="00735198" w:rsidRDefault="00B70844" w:rsidP="00DF1F54">
            <w:pPr>
              <w:spacing w:line="300" w:lineRule="exact"/>
              <w:ind w:right="351"/>
              <w:jc w:val="center"/>
              <w:rPr>
                <w:b/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>РЕСПУБЛИКИ ТАТАРСТАН</w:t>
            </w:r>
          </w:p>
        </w:tc>
        <w:tc>
          <w:tcPr>
            <w:tcW w:w="817" w:type="dxa"/>
            <w:gridSpan w:val="2"/>
            <w:vAlign w:val="center"/>
          </w:tcPr>
          <w:p w:rsidR="00B70844" w:rsidRPr="00735198" w:rsidRDefault="009401A4" w:rsidP="00DF1F54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-186690</wp:posOffset>
                  </wp:positionH>
                  <wp:positionV relativeFrom="paragraph">
                    <wp:posOffset>90170</wp:posOffset>
                  </wp:positionV>
                  <wp:extent cx="721360" cy="730885"/>
                  <wp:effectExtent l="19050" t="0" r="254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17551" t="20766" r="11649" b="108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7308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93" w:type="dxa"/>
            <w:gridSpan w:val="2"/>
            <w:vAlign w:val="center"/>
          </w:tcPr>
          <w:p w:rsidR="00B70844" w:rsidRPr="00735198" w:rsidRDefault="00B70844" w:rsidP="00DF1F54">
            <w:pPr>
              <w:spacing w:line="300" w:lineRule="exact"/>
              <w:ind w:left="317" w:right="-174"/>
              <w:rPr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 xml:space="preserve">ТАТАРСТАН РЕСПУБЛИКАСЫ </w:t>
            </w:r>
          </w:p>
          <w:p w:rsidR="00B70844" w:rsidRPr="00735198" w:rsidRDefault="00B70844" w:rsidP="00DF1F54">
            <w:pPr>
              <w:spacing w:line="300" w:lineRule="exact"/>
              <w:ind w:left="317" w:right="-174"/>
              <w:jc w:val="center"/>
              <w:rPr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>ЯШЬЛ</w:t>
            </w:r>
            <w:r w:rsidRPr="00735198">
              <w:rPr>
                <w:sz w:val="28"/>
                <w:szCs w:val="28"/>
                <w:lang w:val="tt-RU"/>
              </w:rPr>
              <w:t>Ә</w:t>
            </w:r>
            <w:r w:rsidRPr="00735198">
              <w:rPr>
                <w:sz w:val="28"/>
                <w:szCs w:val="28"/>
              </w:rPr>
              <w:t>Р ЭШЛ</w:t>
            </w:r>
            <w:r w:rsidRPr="00735198">
              <w:rPr>
                <w:sz w:val="28"/>
                <w:szCs w:val="28"/>
                <w:lang w:val="tt-RU"/>
              </w:rPr>
              <w:t>Ә</w:t>
            </w:r>
            <w:r w:rsidRPr="00735198">
              <w:rPr>
                <w:sz w:val="28"/>
                <w:szCs w:val="28"/>
              </w:rPr>
              <w:t xml:space="preserve">РЕ </w:t>
            </w:r>
          </w:p>
          <w:p w:rsidR="00B70844" w:rsidRPr="00735198" w:rsidRDefault="00B70844" w:rsidP="00DF1F54">
            <w:pPr>
              <w:spacing w:line="300" w:lineRule="exact"/>
              <w:ind w:left="317" w:right="-174"/>
              <w:jc w:val="center"/>
              <w:rPr>
                <w:b/>
                <w:spacing w:val="-6"/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>МИНИСТРЛЫГЫ</w:t>
            </w:r>
          </w:p>
        </w:tc>
      </w:tr>
      <w:tr w:rsidR="00B70844" w:rsidRPr="00735198" w:rsidTr="00DF1F54">
        <w:tc>
          <w:tcPr>
            <w:tcW w:w="4604" w:type="dxa"/>
          </w:tcPr>
          <w:p w:rsidR="00B70844" w:rsidRPr="00735198" w:rsidRDefault="00B70844" w:rsidP="00DF1F54">
            <w:pPr>
              <w:ind w:left="-100"/>
              <w:jc w:val="center"/>
              <w:rPr>
                <w:b/>
                <w:sz w:val="8"/>
                <w:szCs w:val="10"/>
              </w:rPr>
            </w:pPr>
          </w:p>
        </w:tc>
        <w:tc>
          <w:tcPr>
            <w:tcW w:w="817" w:type="dxa"/>
            <w:gridSpan w:val="2"/>
          </w:tcPr>
          <w:p w:rsidR="00B70844" w:rsidRPr="00735198" w:rsidRDefault="00B70844" w:rsidP="00DF1F54">
            <w:pPr>
              <w:ind w:right="-108"/>
              <w:jc w:val="center"/>
              <w:rPr>
                <w:sz w:val="8"/>
                <w:szCs w:val="10"/>
              </w:rPr>
            </w:pPr>
          </w:p>
        </w:tc>
        <w:tc>
          <w:tcPr>
            <w:tcW w:w="4893" w:type="dxa"/>
            <w:gridSpan w:val="2"/>
          </w:tcPr>
          <w:p w:rsidR="00B70844" w:rsidRPr="00735198" w:rsidRDefault="00B70844" w:rsidP="00DF1F54">
            <w:pPr>
              <w:ind w:left="-70" w:right="-32"/>
              <w:jc w:val="center"/>
              <w:rPr>
                <w:b/>
                <w:sz w:val="8"/>
                <w:szCs w:val="10"/>
              </w:rPr>
            </w:pPr>
          </w:p>
        </w:tc>
      </w:tr>
      <w:tr w:rsidR="00B70844" w:rsidRPr="00735198" w:rsidTr="00DF1F54">
        <w:tc>
          <w:tcPr>
            <w:tcW w:w="4604" w:type="dxa"/>
            <w:vAlign w:val="center"/>
          </w:tcPr>
          <w:p w:rsidR="00B70844" w:rsidRPr="00735198" w:rsidRDefault="00B70844" w:rsidP="00DF1F54">
            <w:pPr>
              <w:spacing w:line="220" w:lineRule="exact"/>
              <w:ind w:left="-100" w:right="492"/>
              <w:jc w:val="center"/>
              <w:rPr>
                <w:spacing w:val="-6"/>
                <w:sz w:val="20"/>
                <w:szCs w:val="20"/>
              </w:rPr>
            </w:pPr>
            <w:r w:rsidRPr="00735198">
              <w:rPr>
                <w:spacing w:val="-6"/>
                <w:sz w:val="20"/>
                <w:szCs w:val="20"/>
              </w:rPr>
              <w:t>ул.</w:t>
            </w:r>
            <w:r>
              <w:rPr>
                <w:spacing w:val="-6"/>
                <w:sz w:val="20"/>
                <w:szCs w:val="20"/>
              </w:rPr>
              <w:t>Сафьян</w:t>
            </w:r>
            <w:r w:rsidRPr="00735198">
              <w:rPr>
                <w:spacing w:val="-6"/>
                <w:sz w:val="20"/>
                <w:szCs w:val="20"/>
              </w:rPr>
              <w:t>, д.</w:t>
            </w:r>
            <w:r>
              <w:rPr>
                <w:spacing w:val="-6"/>
                <w:sz w:val="20"/>
                <w:szCs w:val="20"/>
              </w:rPr>
              <w:t>5</w:t>
            </w:r>
            <w:r w:rsidRPr="00735198">
              <w:rPr>
                <w:spacing w:val="-6"/>
                <w:sz w:val="20"/>
                <w:szCs w:val="20"/>
              </w:rPr>
              <w:t xml:space="preserve">, </w:t>
            </w:r>
          </w:p>
          <w:p w:rsidR="00B70844" w:rsidRPr="00735198" w:rsidRDefault="00B70844" w:rsidP="00DF1F54">
            <w:pPr>
              <w:spacing w:line="220" w:lineRule="exact"/>
              <w:ind w:left="-100" w:right="492"/>
              <w:jc w:val="center"/>
              <w:rPr>
                <w:noProof/>
              </w:rPr>
            </w:pPr>
            <w:r w:rsidRPr="00735198">
              <w:rPr>
                <w:spacing w:val="-6"/>
                <w:sz w:val="20"/>
                <w:szCs w:val="20"/>
                <w:lang w:val="tt-RU"/>
              </w:rPr>
              <w:t>г</w:t>
            </w:r>
            <w:r w:rsidRPr="00735198">
              <w:rPr>
                <w:spacing w:val="-6"/>
                <w:sz w:val="20"/>
                <w:szCs w:val="20"/>
              </w:rPr>
              <w:t xml:space="preserve">. </w:t>
            </w:r>
            <w:r w:rsidRPr="00735198">
              <w:rPr>
                <w:spacing w:val="-6"/>
                <w:sz w:val="20"/>
                <w:szCs w:val="20"/>
                <w:lang w:val="tt-RU"/>
              </w:rPr>
              <w:t>Казан</w:t>
            </w:r>
            <w:r w:rsidRPr="00735198">
              <w:rPr>
                <w:spacing w:val="-6"/>
                <w:sz w:val="20"/>
                <w:szCs w:val="20"/>
              </w:rPr>
              <w:t>ь, 420</w:t>
            </w:r>
            <w:r>
              <w:rPr>
                <w:spacing w:val="-6"/>
                <w:sz w:val="20"/>
                <w:szCs w:val="20"/>
              </w:rPr>
              <w:t>021</w:t>
            </w:r>
          </w:p>
        </w:tc>
        <w:tc>
          <w:tcPr>
            <w:tcW w:w="817" w:type="dxa"/>
            <w:gridSpan w:val="2"/>
            <w:vAlign w:val="center"/>
          </w:tcPr>
          <w:p w:rsidR="00B70844" w:rsidRPr="00735198" w:rsidRDefault="00B70844" w:rsidP="00DF1F54">
            <w:pPr>
              <w:spacing w:line="22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4893" w:type="dxa"/>
            <w:gridSpan w:val="2"/>
            <w:vAlign w:val="center"/>
          </w:tcPr>
          <w:p w:rsidR="00B70844" w:rsidRPr="00735198" w:rsidRDefault="00B70844" w:rsidP="00DF1F54">
            <w:pPr>
              <w:spacing w:line="220" w:lineRule="exact"/>
              <w:ind w:left="317" w:right="-32"/>
              <w:jc w:val="center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  <w:lang w:val="tt-RU"/>
              </w:rPr>
              <w:t>Сафьян</w:t>
            </w:r>
            <w:r w:rsidRPr="00735198">
              <w:rPr>
                <w:spacing w:val="-6"/>
                <w:sz w:val="20"/>
                <w:szCs w:val="20"/>
                <w:lang w:val="tt-RU"/>
              </w:rPr>
              <w:t xml:space="preserve"> урамы</w:t>
            </w:r>
            <w:r w:rsidRPr="00735198">
              <w:rPr>
                <w:spacing w:val="-6"/>
                <w:sz w:val="20"/>
                <w:szCs w:val="20"/>
              </w:rPr>
              <w:t xml:space="preserve">, </w:t>
            </w:r>
            <w:r>
              <w:rPr>
                <w:spacing w:val="-6"/>
                <w:sz w:val="20"/>
                <w:szCs w:val="20"/>
              </w:rPr>
              <w:t>5</w:t>
            </w:r>
            <w:r w:rsidRPr="00735198">
              <w:rPr>
                <w:spacing w:val="-6"/>
                <w:sz w:val="20"/>
                <w:szCs w:val="20"/>
              </w:rPr>
              <w:t xml:space="preserve"> нче йорт, </w:t>
            </w:r>
          </w:p>
          <w:p w:rsidR="00B70844" w:rsidRPr="00735198" w:rsidRDefault="00B70844" w:rsidP="00DF1F54">
            <w:pPr>
              <w:spacing w:line="220" w:lineRule="exact"/>
              <w:ind w:left="317" w:right="-32"/>
              <w:jc w:val="center"/>
              <w:rPr>
                <w:b/>
                <w:spacing w:val="-6"/>
                <w:sz w:val="28"/>
                <w:szCs w:val="28"/>
              </w:rPr>
            </w:pPr>
            <w:r w:rsidRPr="00735198">
              <w:rPr>
                <w:spacing w:val="-6"/>
                <w:sz w:val="20"/>
                <w:szCs w:val="20"/>
                <w:lang w:val="tt-RU"/>
              </w:rPr>
              <w:t>Казан шәһәре</w:t>
            </w:r>
            <w:r w:rsidRPr="00735198">
              <w:rPr>
                <w:spacing w:val="-6"/>
                <w:sz w:val="20"/>
                <w:szCs w:val="20"/>
              </w:rPr>
              <w:t>, 420</w:t>
            </w:r>
            <w:r>
              <w:rPr>
                <w:spacing w:val="-6"/>
                <w:sz w:val="20"/>
                <w:szCs w:val="20"/>
              </w:rPr>
              <w:t>021</w:t>
            </w:r>
          </w:p>
        </w:tc>
      </w:tr>
      <w:tr w:rsidR="00B70844" w:rsidRPr="00735198" w:rsidTr="00DF1F54">
        <w:trPr>
          <w:trHeight w:val="431"/>
        </w:trPr>
        <w:tc>
          <w:tcPr>
            <w:tcW w:w="4996" w:type="dxa"/>
            <w:gridSpan w:val="2"/>
          </w:tcPr>
          <w:p w:rsidR="00B70844" w:rsidRPr="005020E5" w:rsidRDefault="00B70844" w:rsidP="00DF1F54">
            <w:pPr>
              <w:spacing w:line="220" w:lineRule="exact"/>
              <w:ind w:left="-103" w:right="187"/>
              <w:jc w:val="center"/>
              <w:rPr>
                <w:spacing w:val="-6"/>
                <w:sz w:val="16"/>
                <w:szCs w:val="20"/>
              </w:rPr>
            </w:pPr>
          </w:p>
        </w:tc>
        <w:tc>
          <w:tcPr>
            <w:tcW w:w="5318" w:type="dxa"/>
            <w:gridSpan w:val="3"/>
          </w:tcPr>
          <w:p w:rsidR="00B70844" w:rsidRPr="005020E5" w:rsidRDefault="00B70844" w:rsidP="00DF1F54">
            <w:pPr>
              <w:spacing w:line="220" w:lineRule="exact"/>
              <w:ind w:left="-141" w:right="-110"/>
              <w:jc w:val="center"/>
              <w:rPr>
                <w:spacing w:val="-6"/>
                <w:sz w:val="16"/>
                <w:szCs w:val="20"/>
                <w:lang w:val="tt-RU"/>
              </w:rPr>
            </w:pPr>
          </w:p>
        </w:tc>
      </w:tr>
      <w:tr w:rsidR="00B70844" w:rsidRPr="00735198" w:rsidTr="00DF1F54">
        <w:tc>
          <w:tcPr>
            <w:tcW w:w="10314" w:type="dxa"/>
            <w:gridSpan w:val="5"/>
          </w:tcPr>
          <w:p w:rsidR="00B70844" w:rsidRPr="003615B0" w:rsidRDefault="00B70844" w:rsidP="00DF1F54">
            <w:pPr>
              <w:spacing w:line="220" w:lineRule="exact"/>
              <w:ind w:left="-103" w:right="18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Тел.: (843) 222-91-50, факс: (843) 222-91-51</w:t>
            </w:r>
            <w:r w:rsidRPr="005020E5">
              <w:rPr>
                <w:sz w:val="20"/>
                <w:szCs w:val="20"/>
              </w:rPr>
              <w:t>.</w:t>
            </w:r>
            <w:r w:rsidRPr="005020E5">
              <w:rPr>
                <w:sz w:val="20"/>
                <w:szCs w:val="20"/>
                <w:lang w:val="en-US"/>
              </w:rPr>
              <w:t>E</w:t>
            </w:r>
            <w:r w:rsidRPr="003615B0">
              <w:rPr>
                <w:sz w:val="20"/>
                <w:szCs w:val="20"/>
              </w:rPr>
              <w:t>-</w:t>
            </w:r>
            <w:r w:rsidRPr="005020E5">
              <w:rPr>
                <w:sz w:val="20"/>
                <w:szCs w:val="20"/>
                <w:lang w:val="en-US"/>
              </w:rPr>
              <w:t>mail</w:t>
            </w:r>
            <w:r w:rsidRPr="003615B0">
              <w:rPr>
                <w:sz w:val="20"/>
                <w:szCs w:val="20"/>
              </w:rPr>
              <w:t xml:space="preserve">: </w:t>
            </w:r>
            <w:r w:rsidRPr="005020E5">
              <w:rPr>
                <w:sz w:val="20"/>
                <w:szCs w:val="20"/>
                <w:lang w:val="en-US"/>
              </w:rPr>
              <w:t>mdmrt</w:t>
            </w:r>
            <w:r w:rsidRPr="003615B0">
              <w:rPr>
                <w:sz w:val="20"/>
                <w:szCs w:val="20"/>
              </w:rPr>
              <w:t>@</w:t>
            </w:r>
            <w:r w:rsidRPr="005020E5">
              <w:rPr>
                <w:sz w:val="20"/>
                <w:szCs w:val="20"/>
                <w:lang w:val="en-US"/>
              </w:rPr>
              <w:t>tatar</w:t>
            </w:r>
            <w:r w:rsidRPr="003615B0">
              <w:rPr>
                <w:sz w:val="20"/>
                <w:szCs w:val="20"/>
              </w:rPr>
              <w:t>.</w:t>
            </w:r>
            <w:r w:rsidRPr="005020E5">
              <w:rPr>
                <w:sz w:val="20"/>
                <w:szCs w:val="20"/>
                <w:lang w:val="en-US"/>
              </w:rPr>
              <w:t>ru</w:t>
            </w:r>
            <w:r w:rsidRPr="003615B0">
              <w:rPr>
                <w:sz w:val="20"/>
                <w:szCs w:val="20"/>
              </w:rPr>
              <w:t xml:space="preserve">, </w:t>
            </w:r>
            <w:r w:rsidRPr="005020E5">
              <w:rPr>
                <w:sz w:val="20"/>
                <w:szCs w:val="20"/>
                <w:lang w:val="en-US"/>
              </w:rPr>
              <w:t>http</w:t>
            </w:r>
            <w:r w:rsidRPr="003615B0">
              <w:rPr>
                <w:sz w:val="20"/>
                <w:szCs w:val="20"/>
              </w:rPr>
              <w:t>://</w:t>
            </w:r>
            <w:r>
              <w:rPr>
                <w:sz w:val="20"/>
                <w:szCs w:val="20"/>
                <w:lang w:val="en-US"/>
              </w:rPr>
              <w:t>minmol</w:t>
            </w:r>
            <w:r w:rsidRPr="003615B0">
              <w:rPr>
                <w:sz w:val="20"/>
                <w:szCs w:val="20"/>
              </w:rPr>
              <w:t>.</w:t>
            </w:r>
            <w:r w:rsidRPr="005020E5">
              <w:rPr>
                <w:sz w:val="20"/>
                <w:szCs w:val="20"/>
                <w:lang w:val="en-US"/>
              </w:rPr>
              <w:t>tatarstan</w:t>
            </w:r>
            <w:r w:rsidRPr="003615B0">
              <w:rPr>
                <w:sz w:val="20"/>
                <w:szCs w:val="20"/>
              </w:rPr>
              <w:t>.</w:t>
            </w:r>
            <w:r w:rsidRPr="005020E5">
              <w:rPr>
                <w:sz w:val="20"/>
                <w:szCs w:val="20"/>
                <w:lang w:val="en-US"/>
              </w:rPr>
              <w:t>ru</w:t>
            </w:r>
          </w:p>
        </w:tc>
      </w:tr>
      <w:tr w:rsidR="00B70844" w:rsidRPr="00735198" w:rsidTr="003E534C">
        <w:tc>
          <w:tcPr>
            <w:tcW w:w="6062" w:type="dxa"/>
            <w:gridSpan w:val="4"/>
            <w:tcBorders>
              <w:top w:val="single" w:sz="12" w:space="0" w:color="auto"/>
            </w:tcBorders>
          </w:tcPr>
          <w:p w:rsidR="00B70844" w:rsidRPr="003615B0" w:rsidRDefault="00B70844" w:rsidP="00DF1F54">
            <w:pPr>
              <w:jc w:val="center"/>
              <w:rPr>
                <w:sz w:val="16"/>
              </w:rPr>
            </w:pPr>
          </w:p>
        </w:tc>
        <w:tc>
          <w:tcPr>
            <w:tcW w:w="4252" w:type="dxa"/>
            <w:tcBorders>
              <w:top w:val="single" w:sz="12" w:space="0" w:color="auto"/>
            </w:tcBorders>
          </w:tcPr>
          <w:p w:rsidR="00B70844" w:rsidRPr="003615B0" w:rsidRDefault="00B70844" w:rsidP="00DF1F54">
            <w:pPr>
              <w:ind w:left="-8" w:right="-110"/>
              <w:jc w:val="center"/>
              <w:rPr>
                <w:sz w:val="16"/>
              </w:rPr>
            </w:pPr>
          </w:p>
        </w:tc>
      </w:tr>
      <w:tr w:rsidR="00B70844" w:rsidRPr="00735198" w:rsidTr="003E534C">
        <w:tc>
          <w:tcPr>
            <w:tcW w:w="6062" w:type="dxa"/>
            <w:gridSpan w:val="4"/>
          </w:tcPr>
          <w:p w:rsidR="00B70844" w:rsidRPr="00735198" w:rsidRDefault="00B70844" w:rsidP="00DF1F54">
            <w:pPr>
              <w:spacing w:line="360" w:lineRule="auto"/>
              <w:ind w:left="142"/>
              <w:jc w:val="both"/>
            </w:pPr>
            <w:r w:rsidRPr="00735198">
              <w:t>______________ № ______________</w:t>
            </w:r>
          </w:p>
        </w:tc>
        <w:tc>
          <w:tcPr>
            <w:tcW w:w="4252" w:type="dxa"/>
            <w:vMerge w:val="restart"/>
          </w:tcPr>
          <w:p w:rsidR="005E25F8" w:rsidRDefault="005E25F8" w:rsidP="00587DEC">
            <w:pPr>
              <w:ind w:left="175" w:right="-110"/>
              <w:rPr>
                <w:rFonts w:eastAsia="Arial Unicode MS"/>
                <w:color w:val="000000"/>
                <w:sz w:val="28"/>
                <w:szCs w:val="28"/>
                <w:u w:color="000000"/>
                <w:shd w:val="clear" w:color="auto" w:fill="FFFFFF"/>
              </w:rPr>
            </w:pPr>
            <w:r>
              <w:rPr>
                <w:rFonts w:eastAsia="Arial Unicode MS"/>
                <w:color w:val="000000"/>
                <w:sz w:val="28"/>
                <w:szCs w:val="28"/>
                <w:u w:color="000000"/>
                <w:shd w:val="clear" w:color="auto" w:fill="FFFFFF"/>
              </w:rPr>
              <w:t xml:space="preserve">Руководителям </w:t>
            </w:r>
          </w:p>
          <w:p w:rsidR="00B70844" w:rsidRPr="0026566B" w:rsidRDefault="005E25F8" w:rsidP="00587DEC">
            <w:pPr>
              <w:ind w:left="175" w:right="-110"/>
              <w:rPr>
                <w:rFonts w:eastAsia="Arial Unicode MS"/>
                <w:color w:val="000000"/>
                <w:sz w:val="28"/>
                <w:szCs w:val="28"/>
                <w:u w:color="000000"/>
                <w:shd w:val="clear" w:color="auto" w:fill="FFFFFF"/>
              </w:rPr>
            </w:pPr>
            <w:r>
              <w:rPr>
                <w:rFonts w:eastAsia="Arial Unicode MS"/>
                <w:color w:val="000000"/>
                <w:sz w:val="28"/>
                <w:szCs w:val="28"/>
                <w:u w:color="000000"/>
                <w:shd w:val="clear" w:color="auto" w:fill="FFFFFF"/>
              </w:rPr>
              <w:t>Исполнительных комитетов</w:t>
            </w:r>
            <w:r w:rsidR="0026566B">
              <w:rPr>
                <w:rFonts w:eastAsia="Arial Unicode MS"/>
                <w:color w:val="000000"/>
                <w:sz w:val="28"/>
                <w:szCs w:val="28"/>
                <w:u w:color="000000"/>
                <w:shd w:val="clear" w:color="auto" w:fill="FFFFFF"/>
              </w:rPr>
              <w:t xml:space="preserve"> Республики Татарстан</w:t>
            </w:r>
          </w:p>
        </w:tc>
      </w:tr>
      <w:tr w:rsidR="00B70844" w:rsidRPr="00735198" w:rsidTr="003E534C">
        <w:trPr>
          <w:trHeight w:val="249"/>
        </w:trPr>
        <w:tc>
          <w:tcPr>
            <w:tcW w:w="6062" w:type="dxa"/>
            <w:gridSpan w:val="4"/>
          </w:tcPr>
          <w:p w:rsidR="00B70844" w:rsidRDefault="00B70844" w:rsidP="00DF1F54">
            <w:pPr>
              <w:ind w:left="142"/>
              <w:jc w:val="both"/>
            </w:pPr>
            <w:r w:rsidRPr="00735198">
              <w:t>На № __________________________</w:t>
            </w:r>
          </w:p>
          <w:p w:rsidR="00B70844" w:rsidRDefault="00B70844" w:rsidP="00DF1F54">
            <w:pPr>
              <w:ind w:left="142"/>
              <w:jc w:val="both"/>
            </w:pPr>
          </w:p>
          <w:p w:rsidR="003E534C" w:rsidRDefault="003E534C" w:rsidP="00655144">
            <w:pPr>
              <w:ind w:left="142"/>
            </w:pPr>
          </w:p>
          <w:p w:rsidR="00B70844" w:rsidRPr="00735198" w:rsidRDefault="00B70844" w:rsidP="00655144">
            <w:pPr>
              <w:ind w:left="142"/>
            </w:pPr>
            <w:r>
              <w:t xml:space="preserve">О старте заявочной кампании </w:t>
            </w:r>
            <w:r w:rsidR="003E0C40">
              <w:t>Республиканского</w:t>
            </w:r>
            <w:r w:rsidR="003E534C" w:rsidRPr="003E534C">
              <w:t xml:space="preserve"> конкурс</w:t>
            </w:r>
            <w:r w:rsidR="003E0C40">
              <w:t xml:space="preserve">а социально </w:t>
            </w:r>
            <w:r w:rsidR="003E534C" w:rsidRPr="003E534C">
              <w:t>значимых проектов</w:t>
            </w:r>
          </w:p>
        </w:tc>
        <w:tc>
          <w:tcPr>
            <w:tcW w:w="4252" w:type="dxa"/>
            <w:vMerge/>
          </w:tcPr>
          <w:p w:rsidR="00B70844" w:rsidRPr="00735198" w:rsidRDefault="00B70844" w:rsidP="00DF1F54">
            <w:pPr>
              <w:ind w:left="-8" w:right="-110"/>
              <w:jc w:val="center"/>
            </w:pPr>
          </w:p>
        </w:tc>
      </w:tr>
    </w:tbl>
    <w:p w:rsidR="00B70844" w:rsidRPr="00655144" w:rsidRDefault="00B70844" w:rsidP="003E534C">
      <w:pPr>
        <w:spacing w:line="360" w:lineRule="auto"/>
        <w:ind w:right="-1"/>
        <w:jc w:val="center"/>
        <w:rPr>
          <w:sz w:val="28"/>
          <w:szCs w:val="28"/>
        </w:rPr>
      </w:pPr>
    </w:p>
    <w:p w:rsidR="00B70844" w:rsidRDefault="0026566B" w:rsidP="00655144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Уважаемые коллеги</w:t>
      </w:r>
      <w:r w:rsidR="00B70844" w:rsidRPr="00295E5E">
        <w:rPr>
          <w:b/>
          <w:sz w:val="28"/>
          <w:szCs w:val="28"/>
        </w:rPr>
        <w:t>!</w:t>
      </w:r>
    </w:p>
    <w:p w:rsidR="00B70844" w:rsidRPr="00587DEC" w:rsidRDefault="00B70844" w:rsidP="00587DEC">
      <w:pPr>
        <w:spacing w:line="360" w:lineRule="auto"/>
        <w:rPr>
          <w:sz w:val="28"/>
        </w:rPr>
      </w:pPr>
    </w:p>
    <w:p w:rsidR="00DA73C1" w:rsidRDefault="00DA73C1" w:rsidP="00DA73C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2021 году одной из публично сформированных целей и задач Министерства по делам молодежи Республики Татарстан (</w:t>
      </w:r>
      <w:r w:rsidRPr="00A7327F">
        <w:rPr>
          <w:sz w:val="28"/>
          <w:szCs w:val="28"/>
        </w:rPr>
        <w:t>далее – Министерство) является повышение качества работы с подростками</w:t>
      </w:r>
      <w:r>
        <w:rPr>
          <w:sz w:val="28"/>
          <w:szCs w:val="28"/>
        </w:rPr>
        <w:t>.</w:t>
      </w:r>
    </w:p>
    <w:p w:rsidR="00DA73C1" w:rsidRPr="00EB0012" w:rsidRDefault="00DA73C1" w:rsidP="00DA73C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Министерством образован проектный офис «Минмол Тинс», направленный на актуализацию работы с подростками и повышение охвата и </w:t>
      </w:r>
      <w:r w:rsidRPr="00EB0012">
        <w:rPr>
          <w:sz w:val="28"/>
          <w:szCs w:val="28"/>
        </w:rPr>
        <w:t>вовлеченности подростков республиканскими молодежными программами.</w:t>
      </w:r>
    </w:p>
    <w:p w:rsidR="00DA73C1" w:rsidRDefault="00DA73C1" w:rsidP="00DA73C1">
      <w:pPr>
        <w:spacing w:line="360" w:lineRule="auto"/>
        <w:ind w:right="-1" w:firstLine="709"/>
        <w:jc w:val="both"/>
        <w:rPr>
          <w:rFonts w:eastAsia="Batang"/>
          <w:kern w:val="2"/>
          <w:sz w:val="28"/>
          <w:szCs w:val="28"/>
          <w:lang w:eastAsia="ko-KR"/>
        </w:rPr>
      </w:pPr>
      <w:r>
        <w:rPr>
          <w:rFonts w:eastAsia="Batang"/>
          <w:kern w:val="2"/>
          <w:sz w:val="28"/>
          <w:szCs w:val="28"/>
          <w:lang w:eastAsia="ko-KR"/>
        </w:rPr>
        <w:t xml:space="preserve">С 8 по 18 декабря 2021 года Министерством при участии </w:t>
      </w:r>
      <w:r>
        <w:rPr>
          <w:sz w:val="28"/>
          <w:szCs w:val="28"/>
        </w:rPr>
        <w:t xml:space="preserve">«Минмол Тинс» проводится </w:t>
      </w:r>
      <w:r w:rsidRPr="003E534C">
        <w:rPr>
          <w:sz w:val="28"/>
          <w:szCs w:val="28"/>
        </w:rPr>
        <w:t>Республиканский конкурс социально-значимых проектов</w:t>
      </w:r>
      <w:r w:rsidRPr="005318B5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далее </w:t>
      </w:r>
      <w:r w:rsidRPr="005318B5">
        <w:rPr>
          <w:sz w:val="28"/>
          <w:szCs w:val="28"/>
        </w:rPr>
        <w:t>– Конкурс</w:t>
      </w:r>
      <w:r w:rsidRPr="00E94611">
        <w:rPr>
          <w:sz w:val="28"/>
          <w:szCs w:val="28"/>
        </w:rPr>
        <w:t xml:space="preserve">). В Конкурсе могут принять участие подростки </w:t>
      </w:r>
      <w:r>
        <w:rPr>
          <w:sz w:val="28"/>
          <w:szCs w:val="28"/>
        </w:rPr>
        <w:t xml:space="preserve">от 14 до 18 лет, проживающие на территории Республики Татарстан. </w:t>
      </w:r>
      <w:r>
        <w:rPr>
          <w:rFonts w:eastAsia="Batang"/>
          <w:kern w:val="2"/>
          <w:sz w:val="28"/>
          <w:szCs w:val="28"/>
          <w:lang w:eastAsia="ko-KR"/>
        </w:rPr>
        <w:t xml:space="preserve">Конкурс проходит </w:t>
      </w:r>
      <w:r>
        <w:rPr>
          <w:rFonts w:eastAsia="Batang"/>
          <w:kern w:val="2"/>
          <w:sz w:val="28"/>
          <w:szCs w:val="28"/>
          <w:lang w:eastAsia="ko-KR"/>
        </w:rPr>
        <w:br/>
        <w:t>по 7 номинациям, по итогам которого 5 победителей получат сертификат номиналом 20 000 рублей на реализацию проекта на базе молодежных (подростковых) клубов Республики Татарстан.</w:t>
      </w:r>
    </w:p>
    <w:p w:rsidR="00B70844" w:rsidRPr="00487D12" w:rsidRDefault="00B70844" w:rsidP="00F451B2">
      <w:pPr>
        <w:spacing w:line="360" w:lineRule="auto"/>
        <w:ind w:right="-1" w:firstLine="709"/>
        <w:jc w:val="both"/>
        <w:rPr>
          <w:rFonts w:eastAsia="Batang"/>
          <w:kern w:val="2"/>
          <w:sz w:val="28"/>
          <w:szCs w:val="28"/>
          <w:lang w:eastAsia="ko-KR"/>
        </w:rPr>
      </w:pPr>
      <w:r w:rsidRPr="00487D12">
        <w:rPr>
          <w:rFonts w:eastAsia="Batang"/>
          <w:kern w:val="2"/>
          <w:sz w:val="28"/>
          <w:szCs w:val="28"/>
          <w:lang w:eastAsia="ko-KR"/>
        </w:rPr>
        <w:t xml:space="preserve">Принимая во внимание социальную значимость </w:t>
      </w:r>
      <w:r>
        <w:rPr>
          <w:rFonts w:eastAsia="Batang"/>
          <w:kern w:val="2"/>
          <w:sz w:val="28"/>
          <w:szCs w:val="28"/>
          <w:lang w:eastAsia="ko-KR"/>
        </w:rPr>
        <w:t>Конкурса</w:t>
      </w:r>
      <w:r w:rsidRPr="00487D12">
        <w:rPr>
          <w:rFonts w:eastAsia="Batang"/>
          <w:kern w:val="2"/>
          <w:sz w:val="28"/>
          <w:szCs w:val="28"/>
          <w:lang w:eastAsia="ko-KR"/>
        </w:rPr>
        <w:t>, просим Вас</w:t>
      </w:r>
      <w:r>
        <w:rPr>
          <w:rFonts w:eastAsia="Batang"/>
          <w:kern w:val="2"/>
          <w:sz w:val="28"/>
          <w:szCs w:val="28"/>
          <w:lang w:eastAsia="ko-KR"/>
        </w:rPr>
        <w:t xml:space="preserve"> </w:t>
      </w:r>
      <w:r w:rsidR="008F0A17">
        <w:rPr>
          <w:rFonts w:eastAsia="Batang"/>
          <w:kern w:val="2"/>
          <w:sz w:val="28"/>
          <w:szCs w:val="28"/>
          <w:lang w:eastAsia="ko-KR"/>
        </w:rPr>
        <w:t>проинформировать учреждения</w:t>
      </w:r>
      <w:r w:rsidR="0026566B">
        <w:rPr>
          <w:rFonts w:eastAsia="Batang"/>
          <w:kern w:val="2"/>
          <w:sz w:val="28"/>
          <w:szCs w:val="28"/>
          <w:lang w:eastAsia="ko-KR"/>
        </w:rPr>
        <w:t xml:space="preserve"> молодежной политик</w:t>
      </w:r>
      <w:r w:rsidR="00F82C05">
        <w:rPr>
          <w:rFonts w:eastAsia="Batang"/>
          <w:kern w:val="2"/>
          <w:sz w:val="28"/>
          <w:szCs w:val="28"/>
          <w:lang w:eastAsia="ko-KR"/>
        </w:rPr>
        <w:t>и</w:t>
      </w:r>
      <w:bookmarkStart w:id="0" w:name="_GoBack"/>
      <w:bookmarkEnd w:id="0"/>
      <w:r w:rsidR="0026566B">
        <w:rPr>
          <w:rFonts w:eastAsia="Batang"/>
          <w:kern w:val="2"/>
          <w:sz w:val="28"/>
          <w:szCs w:val="28"/>
          <w:lang w:eastAsia="ko-KR"/>
        </w:rPr>
        <w:t xml:space="preserve"> Вашего </w:t>
      </w:r>
      <w:r w:rsidR="0014351A">
        <w:rPr>
          <w:rFonts w:eastAsia="Batang"/>
          <w:kern w:val="2"/>
          <w:sz w:val="28"/>
          <w:szCs w:val="28"/>
          <w:lang w:eastAsia="ko-KR"/>
        </w:rPr>
        <w:t>Муниципального образования</w:t>
      </w:r>
      <w:r w:rsidR="005E25F8">
        <w:rPr>
          <w:rFonts w:eastAsia="Batang"/>
          <w:kern w:val="2"/>
          <w:sz w:val="28"/>
          <w:szCs w:val="28"/>
          <w:lang w:eastAsia="ko-KR"/>
        </w:rPr>
        <w:t xml:space="preserve"> </w:t>
      </w:r>
      <w:r w:rsidR="008F0A17">
        <w:rPr>
          <w:rFonts w:eastAsia="Batang"/>
          <w:kern w:val="2"/>
          <w:sz w:val="28"/>
          <w:szCs w:val="28"/>
          <w:lang w:eastAsia="ko-KR"/>
        </w:rPr>
        <w:t xml:space="preserve">о возможности </w:t>
      </w:r>
      <w:r w:rsidR="00F167BE">
        <w:rPr>
          <w:rFonts w:eastAsia="Batang"/>
          <w:kern w:val="2"/>
          <w:sz w:val="28"/>
          <w:szCs w:val="28"/>
          <w:lang w:eastAsia="ko-KR"/>
        </w:rPr>
        <w:t xml:space="preserve">участия </w:t>
      </w:r>
      <w:r w:rsidR="00DA73C1">
        <w:rPr>
          <w:rFonts w:eastAsia="Batang"/>
          <w:kern w:val="2"/>
          <w:sz w:val="28"/>
          <w:szCs w:val="28"/>
          <w:lang w:eastAsia="ko-KR"/>
        </w:rPr>
        <w:t>подростков</w:t>
      </w:r>
      <w:r w:rsidR="00461ADD">
        <w:rPr>
          <w:rFonts w:eastAsia="Batang"/>
          <w:kern w:val="2"/>
          <w:sz w:val="28"/>
          <w:szCs w:val="28"/>
          <w:lang w:eastAsia="ko-KR"/>
        </w:rPr>
        <w:t xml:space="preserve"> </w:t>
      </w:r>
      <w:r w:rsidRPr="00487D12">
        <w:rPr>
          <w:rFonts w:eastAsia="Batang"/>
          <w:kern w:val="2"/>
          <w:sz w:val="28"/>
          <w:szCs w:val="28"/>
          <w:lang w:eastAsia="ko-KR"/>
        </w:rPr>
        <w:t xml:space="preserve">в </w:t>
      </w:r>
      <w:r w:rsidR="00DA73C1">
        <w:rPr>
          <w:rFonts w:eastAsia="Batang"/>
          <w:kern w:val="2"/>
          <w:sz w:val="28"/>
          <w:szCs w:val="28"/>
          <w:lang w:eastAsia="ko-KR"/>
        </w:rPr>
        <w:t xml:space="preserve">Конкурсе </w:t>
      </w:r>
      <w:r w:rsidRPr="00487D12">
        <w:rPr>
          <w:rFonts w:eastAsia="Batang"/>
          <w:kern w:val="2"/>
          <w:sz w:val="28"/>
          <w:szCs w:val="28"/>
          <w:lang w:eastAsia="ko-KR"/>
        </w:rPr>
        <w:t>(материалы в Приложении).</w:t>
      </w:r>
    </w:p>
    <w:p w:rsidR="00B70844" w:rsidRPr="00487D12" w:rsidRDefault="00B70844" w:rsidP="00F451B2">
      <w:pPr>
        <w:spacing w:line="360" w:lineRule="auto"/>
        <w:ind w:right="-1" w:firstLine="709"/>
        <w:jc w:val="both"/>
        <w:rPr>
          <w:rFonts w:eastAsia="Batang"/>
          <w:kern w:val="2"/>
          <w:sz w:val="28"/>
          <w:szCs w:val="28"/>
          <w:lang w:eastAsia="ko-KR"/>
        </w:rPr>
      </w:pPr>
      <w:r w:rsidRPr="00487D12">
        <w:rPr>
          <w:rFonts w:eastAsia="Batang"/>
          <w:kern w:val="2"/>
          <w:sz w:val="28"/>
          <w:szCs w:val="28"/>
          <w:lang w:eastAsia="ko-KR"/>
        </w:rPr>
        <w:t xml:space="preserve">Прием заявок для участия в отборочном этапе осуществляется до </w:t>
      </w:r>
      <w:r w:rsidR="003E534C">
        <w:rPr>
          <w:rFonts w:eastAsia="Batang"/>
          <w:kern w:val="2"/>
          <w:sz w:val="28"/>
          <w:szCs w:val="28"/>
          <w:lang w:eastAsia="ko-KR"/>
        </w:rPr>
        <w:t>18</w:t>
      </w:r>
      <w:r>
        <w:rPr>
          <w:rFonts w:eastAsia="Batang"/>
          <w:kern w:val="2"/>
          <w:sz w:val="28"/>
          <w:szCs w:val="28"/>
          <w:lang w:eastAsia="ko-KR"/>
        </w:rPr>
        <w:t xml:space="preserve"> </w:t>
      </w:r>
      <w:r w:rsidR="003E534C">
        <w:rPr>
          <w:rFonts w:eastAsia="Batang"/>
          <w:kern w:val="2"/>
          <w:sz w:val="28"/>
          <w:szCs w:val="28"/>
          <w:lang w:eastAsia="ko-KR"/>
        </w:rPr>
        <w:t>декабря</w:t>
      </w:r>
      <w:r w:rsidRPr="00487D12">
        <w:rPr>
          <w:rFonts w:eastAsia="Batang"/>
          <w:kern w:val="2"/>
          <w:sz w:val="28"/>
          <w:szCs w:val="28"/>
          <w:lang w:eastAsia="ko-KR"/>
        </w:rPr>
        <w:t xml:space="preserve"> 2021 года</w:t>
      </w:r>
      <w:r w:rsidR="00DA73C1">
        <w:rPr>
          <w:rFonts w:eastAsia="Batang"/>
          <w:kern w:val="2"/>
          <w:sz w:val="28"/>
          <w:szCs w:val="28"/>
          <w:lang w:eastAsia="ko-KR"/>
        </w:rPr>
        <w:t>.</w:t>
      </w:r>
      <w:r w:rsidRPr="00487D12">
        <w:rPr>
          <w:rFonts w:eastAsia="Batang"/>
          <w:kern w:val="2"/>
          <w:sz w:val="28"/>
          <w:szCs w:val="28"/>
          <w:lang w:eastAsia="ko-KR"/>
        </w:rPr>
        <w:t xml:space="preserve"> </w:t>
      </w:r>
      <w:r w:rsidR="00DA73C1">
        <w:rPr>
          <w:rFonts w:eastAsia="Batang"/>
          <w:kern w:val="2"/>
          <w:sz w:val="28"/>
          <w:szCs w:val="28"/>
          <w:lang w:eastAsia="ko-KR"/>
        </w:rPr>
        <w:t>Д</w:t>
      </w:r>
      <w:r>
        <w:rPr>
          <w:rFonts w:eastAsia="Batang"/>
          <w:kern w:val="2"/>
          <w:sz w:val="28"/>
          <w:szCs w:val="28"/>
          <w:lang w:eastAsia="ko-KR"/>
        </w:rPr>
        <w:t xml:space="preserve">ля этого необходимо </w:t>
      </w:r>
      <w:r w:rsidR="00D27655">
        <w:rPr>
          <w:rFonts w:eastAsia="Batang"/>
          <w:kern w:val="2"/>
          <w:sz w:val="28"/>
          <w:szCs w:val="28"/>
          <w:lang w:eastAsia="ko-KR"/>
        </w:rPr>
        <w:t>подать заявку на сайте Конкурса</w:t>
      </w:r>
      <w:r w:rsidR="00AF7956">
        <w:rPr>
          <w:rFonts w:eastAsia="Batang"/>
          <w:kern w:val="2"/>
          <w:sz w:val="28"/>
          <w:szCs w:val="28"/>
          <w:lang w:eastAsia="ko-KR"/>
        </w:rPr>
        <w:t xml:space="preserve"> </w:t>
      </w:r>
      <w:r w:rsidR="00AF7956" w:rsidRPr="00AF7956">
        <w:rPr>
          <w:rFonts w:eastAsia="Batang"/>
          <w:kern w:val="2"/>
          <w:sz w:val="28"/>
          <w:szCs w:val="28"/>
          <w:lang w:eastAsia="ko-KR"/>
        </w:rPr>
        <w:t>http://minmolteens.ru/ideas</w:t>
      </w:r>
      <w:r w:rsidR="00D27655">
        <w:rPr>
          <w:rFonts w:eastAsia="Batang"/>
          <w:kern w:val="2"/>
          <w:sz w:val="28"/>
          <w:szCs w:val="28"/>
          <w:lang w:eastAsia="ko-KR"/>
        </w:rPr>
        <w:t>.</w:t>
      </w:r>
    </w:p>
    <w:p w:rsidR="00B70844" w:rsidRPr="00487D12" w:rsidRDefault="00B70844" w:rsidP="00F451B2">
      <w:pPr>
        <w:spacing w:line="360" w:lineRule="auto"/>
        <w:ind w:right="-1" w:firstLine="709"/>
        <w:jc w:val="both"/>
        <w:rPr>
          <w:rFonts w:eastAsia="Batang"/>
          <w:kern w:val="2"/>
          <w:sz w:val="28"/>
          <w:szCs w:val="28"/>
          <w:lang w:eastAsia="ko-KR"/>
        </w:rPr>
      </w:pPr>
      <w:r w:rsidRPr="00487D12">
        <w:rPr>
          <w:rFonts w:eastAsia="Batang"/>
          <w:kern w:val="2"/>
          <w:sz w:val="28"/>
          <w:szCs w:val="28"/>
          <w:lang w:eastAsia="ko-KR"/>
        </w:rPr>
        <w:lastRenderedPageBreak/>
        <w:t>Контактное лицо –</w:t>
      </w:r>
      <w:r w:rsidR="0026566B">
        <w:rPr>
          <w:rFonts w:eastAsia="Batang"/>
          <w:kern w:val="2"/>
          <w:sz w:val="28"/>
          <w:szCs w:val="28"/>
          <w:lang w:eastAsia="ko-KR"/>
        </w:rPr>
        <w:t xml:space="preserve"> </w:t>
      </w:r>
      <w:r w:rsidR="00DA7EE6">
        <w:rPr>
          <w:rFonts w:eastAsia="Batang"/>
          <w:kern w:val="2"/>
          <w:sz w:val="28"/>
          <w:szCs w:val="28"/>
          <w:lang w:eastAsia="ko-KR"/>
        </w:rPr>
        <w:t>администратор</w:t>
      </w:r>
      <w:r w:rsidR="0026566B">
        <w:rPr>
          <w:rFonts w:eastAsia="Batang"/>
          <w:kern w:val="2"/>
          <w:sz w:val="28"/>
          <w:szCs w:val="28"/>
          <w:lang w:eastAsia="ko-KR"/>
        </w:rPr>
        <w:t xml:space="preserve"> проекта</w:t>
      </w:r>
      <w:r w:rsidR="00461ADD">
        <w:rPr>
          <w:rFonts w:eastAsia="Batang"/>
          <w:kern w:val="2"/>
          <w:sz w:val="28"/>
          <w:szCs w:val="28"/>
          <w:lang w:eastAsia="ko-KR"/>
        </w:rPr>
        <w:t xml:space="preserve">, </w:t>
      </w:r>
      <w:r w:rsidR="00D27655">
        <w:rPr>
          <w:rFonts w:eastAsia="Batang"/>
          <w:kern w:val="2"/>
          <w:sz w:val="28"/>
          <w:szCs w:val="28"/>
          <w:lang w:eastAsia="ko-KR"/>
        </w:rPr>
        <w:t>Рашитова Эльвира Рамилевна</w:t>
      </w:r>
      <w:r w:rsidRPr="00BD08E9">
        <w:rPr>
          <w:rFonts w:eastAsia="Batang"/>
          <w:kern w:val="2"/>
          <w:sz w:val="28"/>
          <w:szCs w:val="28"/>
          <w:lang w:eastAsia="ko-KR"/>
        </w:rPr>
        <w:t xml:space="preserve">, </w:t>
      </w:r>
      <w:r w:rsidR="00461ADD">
        <w:rPr>
          <w:rFonts w:eastAsia="Batang"/>
          <w:kern w:val="2"/>
          <w:sz w:val="28"/>
          <w:szCs w:val="28"/>
          <w:lang w:eastAsia="ko-KR"/>
        </w:rPr>
        <w:br/>
      </w:r>
      <w:r w:rsidRPr="00BD08E9">
        <w:rPr>
          <w:rFonts w:eastAsia="Batang"/>
          <w:kern w:val="2"/>
          <w:sz w:val="28"/>
          <w:szCs w:val="28"/>
          <w:lang w:eastAsia="ko-KR"/>
        </w:rPr>
        <w:t>тел. +7(</w:t>
      </w:r>
      <w:r w:rsidR="00D27655">
        <w:rPr>
          <w:rFonts w:eastAsia="Batang"/>
          <w:kern w:val="2"/>
          <w:sz w:val="28"/>
          <w:szCs w:val="28"/>
          <w:lang w:eastAsia="ko-KR"/>
        </w:rPr>
        <w:t>995</w:t>
      </w:r>
      <w:r w:rsidRPr="00BD08E9">
        <w:rPr>
          <w:rFonts w:eastAsia="Batang"/>
          <w:kern w:val="2"/>
          <w:sz w:val="28"/>
          <w:szCs w:val="28"/>
          <w:lang w:eastAsia="ko-KR"/>
        </w:rPr>
        <w:t>)</w:t>
      </w:r>
      <w:r w:rsidR="00D27655">
        <w:rPr>
          <w:rFonts w:eastAsia="Batang"/>
          <w:kern w:val="2"/>
          <w:sz w:val="28"/>
          <w:szCs w:val="28"/>
          <w:lang w:eastAsia="ko-KR"/>
        </w:rPr>
        <w:t>686</w:t>
      </w:r>
      <w:r w:rsidRPr="00BD08E9">
        <w:rPr>
          <w:rFonts w:eastAsia="Batang"/>
          <w:kern w:val="2"/>
          <w:sz w:val="28"/>
          <w:szCs w:val="28"/>
          <w:lang w:eastAsia="ko-KR"/>
        </w:rPr>
        <w:t>-</w:t>
      </w:r>
      <w:r w:rsidR="00D27655">
        <w:rPr>
          <w:rFonts w:eastAsia="Batang"/>
          <w:kern w:val="2"/>
          <w:sz w:val="28"/>
          <w:szCs w:val="28"/>
          <w:lang w:eastAsia="ko-KR"/>
        </w:rPr>
        <w:t>25</w:t>
      </w:r>
      <w:r w:rsidRPr="00BD08E9">
        <w:rPr>
          <w:rFonts w:eastAsia="Batang"/>
          <w:kern w:val="2"/>
          <w:sz w:val="28"/>
          <w:szCs w:val="28"/>
          <w:lang w:eastAsia="ko-KR"/>
        </w:rPr>
        <w:t>-</w:t>
      </w:r>
      <w:r w:rsidR="00D27655">
        <w:rPr>
          <w:rFonts w:eastAsia="Batang"/>
          <w:kern w:val="2"/>
          <w:sz w:val="28"/>
          <w:szCs w:val="28"/>
          <w:lang w:eastAsia="ko-KR"/>
        </w:rPr>
        <w:t>54</w:t>
      </w:r>
      <w:r w:rsidRPr="00BD08E9">
        <w:rPr>
          <w:rFonts w:eastAsia="Batang"/>
          <w:kern w:val="2"/>
          <w:sz w:val="28"/>
          <w:szCs w:val="28"/>
          <w:lang w:eastAsia="ko-KR"/>
        </w:rPr>
        <w:t xml:space="preserve">, </w:t>
      </w:r>
      <w:hyperlink r:id="rId8" w:history="1">
        <w:r w:rsidRPr="00BD08E9">
          <w:rPr>
            <w:rStyle w:val="a8"/>
            <w:spacing w:val="3"/>
            <w:sz w:val="28"/>
            <w:szCs w:val="28"/>
            <w:shd w:val="clear" w:color="auto" w:fill="FFFFFF"/>
          </w:rPr>
          <w:t>minmol.teens@gmail.com</w:t>
        </w:r>
      </w:hyperlink>
      <w:r w:rsidRPr="00BD08E9">
        <w:rPr>
          <w:sz w:val="28"/>
          <w:szCs w:val="28"/>
        </w:rPr>
        <w:t>.</w:t>
      </w:r>
    </w:p>
    <w:p w:rsidR="00B70844" w:rsidRDefault="00B70844" w:rsidP="00F451B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F167BE">
        <w:rPr>
          <w:sz w:val="28"/>
          <w:szCs w:val="28"/>
        </w:rPr>
        <w:t xml:space="preserve">: на </w:t>
      </w:r>
      <w:r w:rsidR="00F44A2F">
        <w:rPr>
          <w:sz w:val="28"/>
          <w:szCs w:val="28"/>
        </w:rPr>
        <w:t>1</w:t>
      </w:r>
      <w:r w:rsidR="00DA73C1">
        <w:rPr>
          <w:sz w:val="28"/>
          <w:szCs w:val="28"/>
        </w:rPr>
        <w:t>0</w:t>
      </w:r>
      <w:r w:rsidRPr="00F167BE">
        <w:rPr>
          <w:sz w:val="28"/>
          <w:szCs w:val="28"/>
        </w:rPr>
        <w:t xml:space="preserve"> л.</w:t>
      </w:r>
      <w:r>
        <w:rPr>
          <w:sz w:val="28"/>
          <w:szCs w:val="28"/>
        </w:rPr>
        <w:t xml:space="preserve"> в 1 экз.</w:t>
      </w:r>
    </w:p>
    <w:p w:rsidR="00B70844" w:rsidRDefault="00B70844" w:rsidP="0020424D">
      <w:pPr>
        <w:ind w:right="-1"/>
        <w:jc w:val="both"/>
        <w:rPr>
          <w:sz w:val="28"/>
          <w:szCs w:val="28"/>
        </w:rPr>
      </w:pPr>
    </w:p>
    <w:p w:rsidR="00DA7EE6" w:rsidRPr="0052552C" w:rsidRDefault="00DA7EE6" w:rsidP="0020424D">
      <w:pPr>
        <w:ind w:right="-1"/>
        <w:jc w:val="both"/>
        <w:rPr>
          <w:sz w:val="28"/>
          <w:szCs w:val="28"/>
        </w:rPr>
      </w:pPr>
    </w:p>
    <w:p w:rsidR="002E505F" w:rsidRDefault="002E505F" w:rsidP="002E505F">
      <w:pPr>
        <w:tabs>
          <w:tab w:val="left" w:pos="7938"/>
        </w:tabs>
        <w:contextualSpacing/>
        <w:jc w:val="both"/>
      </w:pPr>
      <w:r w:rsidRPr="001907FB">
        <w:rPr>
          <w:b/>
          <w:sz w:val="28"/>
          <w:szCs w:val="28"/>
        </w:rPr>
        <w:t>Заместитель министра</w:t>
      </w:r>
      <w:r>
        <w:rPr>
          <w:b/>
          <w:sz w:val="28"/>
          <w:szCs w:val="28"/>
        </w:rPr>
        <w:tab/>
        <w:t xml:space="preserve"> </w:t>
      </w:r>
      <w:r w:rsidRPr="001907FB">
        <w:rPr>
          <w:b/>
          <w:sz w:val="28"/>
          <w:szCs w:val="28"/>
        </w:rPr>
        <w:t>А.А.Кондратьева</w:t>
      </w:r>
    </w:p>
    <w:p w:rsidR="00B70844" w:rsidRDefault="005E25F8" w:rsidP="00487D12">
      <w:pPr>
        <w:pStyle w:val="1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B70844" w:rsidRDefault="00B70844" w:rsidP="00487D12">
      <w:pPr>
        <w:pStyle w:val="1"/>
        <w:rPr>
          <w:rFonts w:ascii="Times New Roman" w:hAnsi="Times New Roman"/>
          <w:sz w:val="24"/>
        </w:rPr>
      </w:pPr>
    </w:p>
    <w:p w:rsidR="00B70844" w:rsidRDefault="00B70844" w:rsidP="00487D12">
      <w:pPr>
        <w:pStyle w:val="1"/>
        <w:rPr>
          <w:rFonts w:ascii="Times New Roman" w:hAnsi="Times New Roman"/>
          <w:sz w:val="24"/>
        </w:rPr>
      </w:pPr>
    </w:p>
    <w:p w:rsidR="00B70844" w:rsidRDefault="00B70844" w:rsidP="00487D12">
      <w:pPr>
        <w:pStyle w:val="1"/>
        <w:rPr>
          <w:rFonts w:ascii="Times New Roman" w:hAnsi="Times New Roman"/>
          <w:sz w:val="24"/>
        </w:rPr>
      </w:pPr>
    </w:p>
    <w:p w:rsidR="00B70844" w:rsidRDefault="00B70844" w:rsidP="00487D12">
      <w:pPr>
        <w:pStyle w:val="1"/>
        <w:rPr>
          <w:rFonts w:ascii="Times New Roman" w:hAnsi="Times New Roman"/>
          <w:sz w:val="24"/>
        </w:rPr>
      </w:pPr>
    </w:p>
    <w:p w:rsidR="00B70844" w:rsidRDefault="00B70844" w:rsidP="00487D12">
      <w:pPr>
        <w:pStyle w:val="1"/>
        <w:rPr>
          <w:rFonts w:ascii="Times New Roman" w:hAnsi="Times New Roman"/>
          <w:sz w:val="24"/>
        </w:rPr>
      </w:pPr>
    </w:p>
    <w:p w:rsidR="00B70844" w:rsidRDefault="00B70844" w:rsidP="00487D12">
      <w:pPr>
        <w:pStyle w:val="1"/>
        <w:rPr>
          <w:rFonts w:ascii="Times New Roman" w:hAnsi="Times New Roman"/>
          <w:sz w:val="24"/>
        </w:rPr>
      </w:pPr>
    </w:p>
    <w:p w:rsidR="00B70844" w:rsidRDefault="00B70844" w:rsidP="00487D12">
      <w:pPr>
        <w:pStyle w:val="1"/>
        <w:rPr>
          <w:rFonts w:ascii="Times New Roman" w:hAnsi="Times New Roman"/>
          <w:sz w:val="24"/>
        </w:rPr>
      </w:pPr>
    </w:p>
    <w:p w:rsidR="00B70844" w:rsidRDefault="00B70844" w:rsidP="00487D12">
      <w:pPr>
        <w:pStyle w:val="1"/>
        <w:rPr>
          <w:rFonts w:ascii="Times New Roman" w:hAnsi="Times New Roman"/>
          <w:sz w:val="24"/>
        </w:rPr>
      </w:pPr>
    </w:p>
    <w:p w:rsidR="00B70844" w:rsidRDefault="00B70844" w:rsidP="00487D12">
      <w:pPr>
        <w:pStyle w:val="1"/>
        <w:rPr>
          <w:rFonts w:ascii="Times New Roman" w:hAnsi="Times New Roman"/>
          <w:sz w:val="24"/>
        </w:rPr>
      </w:pPr>
    </w:p>
    <w:p w:rsidR="00B70844" w:rsidRDefault="00B70844" w:rsidP="00487D12">
      <w:pPr>
        <w:pStyle w:val="1"/>
        <w:rPr>
          <w:rFonts w:ascii="Times New Roman" w:hAnsi="Times New Roman"/>
          <w:sz w:val="24"/>
        </w:rPr>
      </w:pPr>
    </w:p>
    <w:p w:rsidR="00B70844" w:rsidRDefault="00B70844" w:rsidP="00487D12">
      <w:pPr>
        <w:pStyle w:val="1"/>
        <w:rPr>
          <w:rFonts w:ascii="Times New Roman" w:hAnsi="Times New Roman"/>
          <w:sz w:val="24"/>
        </w:rPr>
      </w:pPr>
    </w:p>
    <w:p w:rsidR="00B70844" w:rsidRDefault="00B70844" w:rsidP="00487D12">
      <w:pPr>
        <w:pStyle w:val="1"/>
        <w:rPr>
          <w:rFonts w:ascii="Times New Roman" w:hAnsi="Times New Roman"/>
          <w:sz w:val="24"/>
        </w:rPr>
      </w:pPr>
    </w:p>
    <w:p w:rsidR="00B70844" w:rsidRDefault="00B70844" w:rsidP="00487D12">
      <w:pPr>
        <w:pStyle w:val="1"/>
        <w:rPr>
          <w:rFonts w:ascii="Times New Roman" w:hAnsi="Times New Roman"/>
          <w:sz w:val="24"/>
        </w:rPr>
      </w:pPr>
    </w:p>
    <w:p w:rsidR="00B70844" w:rsidRDefault="00B70844" w:rsidP="00487D12">
      <w:pPr>
        <w:pStyle w:val="1"/>
        <w:rPr>
          <w:rFonts w:ascii="Times New Roman" w:hAnsi="Times New Roman"/>
          <w:sz w:val="24"/>
        </w:rPr>
      </w:pPr>
    </w:p>
    <w:p w:rsidR="00B70844" w:rsidRDefault="00B70844" w:rsidP="00487D12">
      <w:pPr>
        <w:pStyle w:val="1"/>
        <w:rPr>
          <w:rFonts w:ascii="Times New Roman" w:hAnsi="Times New Roman"/>
          <w:sz w:val="24"/>
        </w:rPr>
      </w:pPr>
    </w:p>
    <w:p w:rsidR="00B70844" w:rsidRDefault="00B70844" w:rsidP="00487D12">
      <w:pPr>
        <w:pStyle w:val="1"/>
        <w:rPr>
          <w:rFonts w:ascii="Times New Roman" w:hAnsi="Times New Roman"/>
          <w:sz w:val="24"/>
        </w:rPr>
      </w:pPr>
    </w:p>
    <w:p w:rsidR="00B70844" w:rsidRDefault="00B70844" w:rsidP="00487D12">
      <w:pPr>
        <w:pStyle w:val="1"/>
        <w:rPr>
          <w:rFonts w:ascii="Times New Roman" w:hAnsi="Times New Roman"/>
          <w:sz w:val="24"/>
        </w:rPr>
      </w:pPr>
    </w:p>
    <w:p w:rsidR="00B70844" w:rsidRDefault="00B70844" w:rsidP="00487D12">
      <w:pPr>
        <w:pStyle w:val="1"/>
        <w:rPr>
          <w:rFonts w:ascii="Times New Roman" w:hAnsi="Times New Roman"/>
          <w:sz w:val="24"/>
        </w:rPr>
      </w:pPr>
    </w:p>
    <w:p w:rsidR="00B70844" w:rsidRDefault="00B70844" w:rsidP="00487D12">
      <w:pPr>
        <w:pStyle w:val="1"/>
        <w:rPr>
          <w:rFonts w:ascii="Times New Roman" w:hAnsi="Times New Roman"/>
          <w:sz w:val="24"/>
        </w:rPr>
      </w:pPr>
    </w:p>
    <w:p w:rsidR="00B70844" w:rsidRDefault="00B70844" w:rsidP="00487D12">
      <w:pPr>
        <w:pStyle w:val="1"/>
        <w:rPr>
          <w:rFonts w:ascii="Times New Roman" w:hAnsi="Times New Roman"/>
          <w:sz w:val="24"/>
        </w:rPr>
      </w:pPr>
    </w:p>
    <w:p w:rsidR="00B70844" w:rsidRDefault="00B70844" w:rsidP="00487D12">
      <w:pPr>
        <w:pStyle w:val="1"/>
        <w:rPr>
          <w:rFonts w:ascii="Times New Roman" w:hAnsi="Times New Roman"/>
          <w:sz w:val="24"/>
        </w:rPr>
      </w:pPr>
    </w:p>
    <w:p w:rsidR="00B70844" w:rsidRDefault="00B70844" w:rsidP="00487D12">
      <w:pPr>
        <w:pStyle w:val="1"/>
        <w:rPr>
          <w:rFonts w:ascii="Times New Roman" w:hAnsi="Times New Roman"/>
          <w:sz w:val="24"/>
        </w:rPr>
      </w:pPr>
    </w:p>
    <w:p w:rsidR="00D27655" w:rsidRDefault="00D27655" w:rsidP="00487D12">
      <w:pPr>
        <w:pStyle w:val="1"/>
        <w:rPr>
          <w:rFonts w:ascii="Times New Roman" w:hAnsi="Times New Roman"/>
          <w:sz w:val="24"/>
        </w:rPr>
      </w:pPr>
    </w:p>
    <w:p w:rsidR="00D27655" w:rsidRDefault="00D27655" w:rsidP="00487D12">
      <w:pPr>
        <w:pStyle w:val="1"/>
        <w:rPr>
          <w:rFonts w:ascii="Times New Roman" w:hAnsi="Times New Roman"/>
          <w:sz w:val="24"/>
        </w:rPr>
      </w:pPr>
    </w:p>
    <w:p w:rsidR="00D27655" w:rsidRDefault="00D27655" w:rsidP="00487D12">
      <w:pPr>
        <w:pStyle w:val="1"/>
        <w:rPr>
          <w:rFonts w:ascii="Times New Roman" w:hAnsi="Times New Roman"/>
          <w:sz w:val="24"/>
        </w:rPr>
      </w:pPr>
    </w:p>
    <w:p w:rsidR="00D27655" w:rsidRDefault="00D27655" w:rsidP="00487D12">
      <w:pPr>
        <w:pStyle w:val="1"/>
        <w:rPr>
          <w:rFonts w:ascii="Times New Roman" w:hAnsi="Times New Roman"/>
          <w:sz w:val="24"/>
        </w:rPr>
      </w:pPr>
    </w:p>
    <w:p w:rsidR="00DA7EE6" w:rsidRDefault="00DA7EE6" w:rsidP="00487D12">
      <w:pPr>
        <w:pStyle w:val="1"/>
        <w:rPr>
          <w:rFonts w:ascii="Times New Roman" w:hAnsi="Times New Roman"/>
          <w:sz w:val="24"/>
        </w:rPr>
      </w:pPr>
    </w:p>
    <w:p w:rsidR="00DA7EE6" w:rsidRDefault="00DA7EE6" w:rsidP="00487D12">
      <w:pPr>
        <w:pStyle w:val="1"/>
        <w:rPr>
          <w:rFonts w:ascii="Times New Roman" w:hAnsi="Times New Roman"/>
          <w:sz w:val="24"/>
        </w:rPr>
      </w:pPr>
    </w:p>
    <w:p w:rsidR="00D27655" w:rsidRDefault="00D27655" w:rsidP="00487D12">
      <w:pPr>
        <w:pStyle w:val="1"/>
        <w:rPr>
          <w:rFonts w:ascii="Times New Roman" w:hAnsi="Times New Roman"/>
          <w:sz w:val="24"/>
        </w:rPr>
      </w:pPr>
    </w:p>
    <w:p w:rsidR="00B70844" w:rsidRDefault="00B70844" w:rsidP="00BE2DE4">
      <w:pPr>
        <w:pStyle w:val="1"/>
        <w:rPr>
          <w:rFonts w:ascii="Times New Roman" w:hAnsi="Times New Roman"/>
          <w:sz w:val="24"/>
        </w:rPr>
      </w:pPr>
    </w:p>
    <w:p w:rsidR="002E505F" w:rsidRDefault="002E505F" w:rsidP="00BE2DE4">
      <w:pPr>
        <w:pStyle w:val="1"/>
        <w:rPr>
          <w:rFonts w:ascii="Times New Roman" w:hAnsi="Times New Roman"/>
          <w:sz w:val="24"/>
        </w:rPr>
      </w:pPr>
    </w:p>
    <w:p w:rsidR="00DA73C1" w:rsidRDefault="00DA73C1" w:rsidP="00BE2DE4">
      <w:pPr>
        <w:pStyle w:val="1"/>
        <w:rPr>
          <w:rFonts w:ascii="Times New Roman" w:hAnsi="Times New Roman"/>
          <w:sz w:val="24"/>
        </w:rPr>
      </w:pPr>
    </w:p>
    <w:p w:rsidR="00DA73C1" w:rsidRDefault="00DA73C1" w:rsidP="00BE2DE4">
      <w:pPr>
        <w:pStyle w:val="1"/>
        <w:rPr>
          <w:rFonts w:ascii="Times New Roman" w:hAnsi="Times New Roman"/>
          <w:sz w:val="24"/>
        </w:rPr>
      </w:pPr>
    </w:p>
    <w:p w:rsidR="00DA73C1" w:rsidRDefault="00DA73C1" w:rsidP="00BE2DE4">
      <w:pPr>
        <w:pStyle w:val="1"/>
        <w:rPr>
          <w:rFonts w:ascii="Times New Roman" w:hAnsi="Times New Roman"/>
          <w:sz w:val="24"/>
        </w:rPr>
      </w:pPr>
    </w:p>
    <w:p w:rsidR="00DA73C1" w:rsidRDefault="00DA73C1" w:rsidP="00BE2DE4">
      <w:pPr>
        <w:pStyle w:val="1"/>
        <w:rPr>
          <w:rFonts w:ascii="Times New Roman" w:hAnsi="Times New Roman"/>
          <w:sz w:val="24"/>
        </w:rPr>
      </w:pPr>
    </w:p>
    <w:p w:rsidR="00DA73C1" w:rsidRDefault="00DA73C1" w:rsidP="00BE2DE4">
      <w:pPr>
        <w:pStyle w:val="1"/>
        <w:rPr>
          <w:rFonts w:ascii="Times New Roman" w:hAnsi="Times New Roman"/>
          <w:sz w:val="24"/>
        </w:rPr>
      </w:pPr>
    </w:p>
    <w:p w:rsidR="00DA73C1" w:rsidRDefault="00DA73C1" w:rsidP="00BE2DE4">
      <w:pPr>
        <w:pStyle w:val="1"/>
        <w:rPr>
          <w:rFonts w:ascii="Times New Roman" w:hAnsi="Times New Roman"/>
          <w:sz w:val="24"/>
        </w:rPr>
      </w:pPr>
    </w:p>
    <w:p w:rsidR="00DA73C1" w:rsidRDefault="00DA73C1" w:rsidP="00BE2DE4">
      <w:pPr>
        <w:pStyle w:val="1"/>
        <w:rPr>
          <w:rFonts w:ascii="Times New Roman" w:hAnsi="Times New Roman"/>
          <w:sz w:val="24"/>
        </w:rPr>
      </w:pPr>
    </w:p>
    <w:p w:rsidR="00DA73C1" w:rsidRDefault="00DA73C1" w:rsidP="00BE2DE4">
      <w:pPr>
        <w:pStyle w:val="1"/>
        <w:rPr>
          <w:rFonts w:ascii="Times New Roman" w:hAnsi="Times New Roman"/>
          <w:sz w:val="24"/>
        </w:rPr>
      </w:pPr>
    </w:p>
    <w:p w:rsidR="00DA73C1" w:rsidRPr="00AC3A6B" w:rsidRDefault="00DA73C1" w:rsidP="00BE2DE4">
      <w:pPr>
        <w:pStyle w:val="1"/>
        <w:rPr>
          <w:rFonts w:ascii="Times New Roman" w:hAnsi="Times New Roman"/>
          <w:sz w:val="24"/>
        </w:rPr>
      </w:pPr>
    </w:p>
    <w:p w:rsidR="00B70844" w:rsidRPr="00066805" w:rsidRDefault="0026566B" w:rsidP="00BE2DE4">
      <w:pPr>
        <w:pStyle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Э.Р.Муртазина</w:t>
      </w:r>
      <w:r w:rsidR="00B70844" w:rsidRPr="00066805">
        <w:rPr>
          <w:rFonts w:ascii="Times New Roman" w:hAnsi="Times New Roman"/>
          <w:sz w:val="24"/>
        </w:rPr>
        <w:t>,</w:t>
      </w:r>
    </w:p>
    <w:p w:rsidR="00B70844" w:rsidRPr="00BE2DE4" w:rsidRDefault="00B70844" w:rsidP="00BE2DE4">
      <w:pPr>
        <w:pStyle w:val="1"/>
        <w:rPr>
          <w:rFonts w:ascii="Times New Roman" w:hAnsi="Times New Roman"/>
          <w:sz w:val="24"/>
        </w:rPr>
      </w:pPr>
      <w:r w:rsidRPr="00066805">
        <w:rPr>
          <w:rFonts w:ascii="Times New Roman" w:hAnsi="Times New Roman"/>
        </w:rPr>
        <w:t>8(843)222-91-69</w:t>
      </w:r>
    </w:p>
    <w:sectPr w:rsidR="00B70844" w:rsidRPr="00BE2DE4" w:rsidSect="00A21413">
      <w:pgSz w:w="11906" w:h="16838" w:code="9"/>
      <w:pgMar w:top="1134" w:right="567" w:bottom="1134" w:left="1134" w:header="709" w:footer="10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448" w:rsidRDefault="007E2448">
      <w:r>
        <w:separator/>
      </w:r>
    </w:p>
  </w:endnote>
  <w:endnote w:type="continuationSeparator" w:id="0">
    <w:p w:rsidR="007E2448" w:rsidRDefault="007E2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448" w:rsidRDefault="007E2448">
      <w:r>
        <w:separator/>
      </w:r>
    </w:p>
  </w:footnote>
  <w:footnote w:type="continuationSeparator" w:id="0">
    <w:p w:rsidR="007E2448" w:rsidRDefault="007E24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14E80"/>
    <w:multiLevelType w:val="hybridMultilevel"/>
    <w:tmpl w:val="A3184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A2BC8"/>
    <w:multiLevelType w:val="hybridMultilevel"/>
    <w:tmpl w:val="8932E30A"/>
    <w:lvl w:ilvl="0" w:tplc="5436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CC30B0"/>
    <w:multiLevelType w:val="hybridMultilevel"/>
    <w:tmpl w:val="22628B1C"/>
    <w:lvl w:ilvl="0" w:tplc="0419000F">
      <w:start w:val="1"/>
      <w:numFmt w:val="decimal"/>
      <w:lvlText w:val="%1."/>
      <w:lvlJc w:val="left"/>
      <w:pPr>
        <w:ind w:left="214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  <w:rPr>
        <w:rFonts w:cs="Times New Roman"/>
      </w:rPr>
    </w:lvl>
  </w:abstractNum>
  <w:abstractNum w:abstractNumId="3" w15:restartNumberingAfterBreak="0">
    <w:nsid w:val="2FBB4936"/>
    <w:multiLevelType w:val="hybridMultilevel"/>
    <w:tmpl w:val="E5BAB84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55130886"/>
    <w:multiLevelType w:val="hybridMultilevel"/>
    <w:tmpl w:val="805CEEF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1C4F"/>
    <w:rsid w:val="00014A2C"/>
    <w:rsid w:val="00015117"/>
    <w:rsid w:val="0001579E"/>
    <w:rsid w:val="000179B2"/>
    <w:rsid w:val="00021F02"/>
    <w:rsid w:val="00035A7D"/>
    <w:rsid w:val="00046779"/>
    <w:rsid w:val="00051591"/>
    <w:rsid w:val="00066805"/>
    <w:rsid w:val="000708DE"/>
    <w:rsid w:val="00082571"/>
    <w:rsid w:val="000A1BD4"/>
    <w:rsid w:val="000A5FAA"/>
    <w:rsid w:val="000B11D3"/>
    <w:rsid w:val="000B1A17"/>
    <w:rsid w:val="000B321B"/>
    <w:rsid w:val="000C25D3"/>
    <w:rsid w:val="000C3331"/>
    <w:rsid w:val="000C686A"/>
    <w:rsid w:val="000D4FF2"/>
    <w:rsid w:val="000D55BD"/>
    <w:rsid w:val="000E2601"/>
    <w:rsid w:val="000E4960"/>
    <w:rsid w:val="000E65F2"/>
    <w:rsid w:val="001007EE"/>
    <w:rsid w:val="001272EB"/>
    <w:rsid w:val="001342B4"/>
    <w:rsid w:val="00134CE4"/>
    <w:rsid w:val="0014351A"/>
    <w:rsid w:val="00146D9B"/>
    <w:rsid w:val="00154A0B"/>
    <w:rsid w:val="00186271"/>
    <w:rsid w:val="001908B3"/>
    <w:rsid w:val="001956E4"/>
    <w:rsid w:val="001A0A77"/>
    <w:rsid w:val="001B4F84"/>
    <w:rsid w:val="001B56E9"/>
    <w:rsid w:val="001C1CA0"/>
    <w:rsid w:val="001D00C4"/>
    <w:rsid w:val="001D0A36"/>
    <w:rsid w:val="001D598C"/>
    <w:rsid w:val="001E1D2E"/>
    <w:rsid w:val="001E32BA"/>
    <w:rsid w:val="0020424D"/>
    <w:rsid w:val="00207EF8"/>
    <w:rsid w:val="00210834"/>
    <w:rsid w:val="0021797E"/>
    <w:rsid w:val="00222EB6"/>
    <w:rsid w:val="002248D1"/>
    <w:rsid w:val="0022675D"/>
    <w:rsid w:val="00226D66"/>
    <w:rsid w:val="00235BB7"/>
    <w:rsid w:val="00235CFC"/>
    <w:rsid w:val="00237494"/>
    <w:rsid w:val="002411B1"/>
    <w:rsid w:val="00242C1F"/>
    <w:rsid w:val="0024679F"/>
    <w:rsid w:val="002517D9"/>
    <w:rsid w:val="002537B9"/>
    <w:rsid w:val="002605C6"/>
    <w:rsid w:val="00263EBC"/>
    <w:rsid w:val="0026566B"/>
    <w:rsid w:val="00267029"/>
    <w:rsid w:val="00272862"/>
    <w:rsid w:val="00276690"/>
    <w:rsid w:val="00280AA0"/>
    <w:rsid w:val="00295E5E"/>
    <w:rsid w:val="002A4ADD"/>
    <w:rsid w:val="002D0363"/>
    <w:rsid w:val="002D0CB9"/>
    <w:rsid w:val="002D6DA7"/>
    <w:rsid w:val="002E505F"/>
    <w:rsid w:val="002E6AC8"/>
    <w:rsid w:val="002F56F5"/>
    <w:rsid w:val="00300539"/>
    <w:rsid w:val="00310D7F"/>
    <w:rsid w:val="003175DA"/>
    <w:rsid w:val="00320C0F"/>
    <w:rsid w:val="0032258C"/>
    <w:rsid w:val="00323824"/>
    <w:rsid w:val="00325544"/>
    <w:rsid w:val="00332F36"/>
    <w:rsid w:val="0034676F"/>
    <w:rsid w:val="003502DE"/>
    <w:rsid w:val="00355B78"/>
    <w:rsid w:val="0036013E"/>
    <w:rsid w:val="003615B0"/>
    <w:rsid w:val="00365DCA"/>
    <w:rsid w:val="003750E6"/>
    <w:rsid w:val="00381467"/>
    <w:rsid w:val="00387D0E"/>
    <w:rsid w:val="003929AE"/>
    <w:rsid w:val="00395716"/>
    <w:rsid w:val="00396A38"/>
    <w:rsid w:val="003A1C33"/>
    <w:rsid w:val="003A5BBC"/>
    <w:rsid w:val="003A612B"/>
    <w:rsid w:val="003B0FC6"/>
    <w:rsid w:val="003B1E7D"/>
    <w:rsid w:val="003B27C2"/>
    <w:rsid w:val="003C53A2"/>
    <w:rsid w:val="003C59DC"/>
    <w:rsid w:val="003C5D22"/>
    <w:rsid w:val="003D32BE"/>
    <w:rsid w:val="003D4160"/>
    <w:rsid w:val="003D4B9E"/>
    <w:rsid w:val="003E0C40"/>
    <w:rsid w:val="003E2074"/>
    <w:rsid w:val="003E3DE4"/>
    <w:rsid w:val="003E534C"/>
    <w:rsid w:val="003F18CB"/>
    <w:rsid w:val="003F4568"/>
    <w:rsid w:val="003F5402"/>
    <w:rsid w:val="00403B26"/>
    <w:rsid w:val="00404A73"/>
    <w:rsid w:val="00406257"/>
    <w:rsid w:val="00411F91"/>
    <w:rsid w:val="0041200B"/>
    <w:rsid w:val="00416BAF"/>
    <w:rsid w:val="00423ABB"/>
    <w:rsid w:val="00424BEF"/>
    <w:rsid w:val="00426A74"/>
    <w:rsid w:val="00432420"/>
    <w:rsid w:val="00434815"/>
    <w:rsid w:val="00437279"/>
    <w:rsid w:val="00444702"/>
    <w:rsid w:val="00452996"/>
    <w:rsid w:val="004549F6"/>
    <w:rsid w:val="0045688E"/>
    <w:rsid w:val="00461ADD"/>
    <w:rsid w:val="00464664"/>
    <w:rsid w:val="00472993"/>
    <w:rsid w:val="00486FA1"/>
    <w:rsid w:val="00487D12"/>
    <w:rsid w:val="004A3AE3"/>
    <w:rsid w:val="004B38A1"/>
    <w:rsid w:val="004D2BD3"/>
    <w:rsid w:val="004D5BC7"/>
    <w:rsid w:val="004E7C75"/>
    <w:rsid w:val="004F6630"/>
    <w:rsid w:val="004F75C4"/>
    <w:rsid w:val="005005E0"/>
    <w:rsid w:val="00501B8C"/>
    <w:rsid w:val="005020E5"/>
    <w:rsid w:val="00505B00"/>
    <w:rsid w:val="005063A3"/>
    <w:rsid w:val="00521C4F"/>
    <w:rsid w:val="0052552C"/>
    <w:rsid w:val="00525CF8"/>
    <w:rsid w:val="005269FF"/>
    <w:rsid w:val="005318B5"/>
    <w:rsid w:val="00532BAE"/>
    <w:rsid w:val="00537036"/>
    <w:rsid w:val="00537EF5"/>
    <w:rsid w:val="00555A4A"/>
    <w:rsid w:val="005611AE"/>
    <w:rsid w:val="00565F4A"/>
    <w:rsid w:val="0056602E"/>
    <w:rsid w:val="00576B04"/>
    <w:rsid w:val="005820EB"/>
    <w:rsid w:val="00587DEC"/>
    <w:rsid w:val="00590436"/>
    <w:rsid w:val="00594755"/>
    <w:rsid w:val="005A3203"/>
    <w:rsid w:val="005B013B"/>
    <w:rsid w:val="005B42F7"/>
    <w:rsid w:val="005C540F"/>
    <w:rsid w:val="005D2AEA"/>
    <w:rsid w:val="005E25F8"/>
    <w:rsid w:val="00600909"/>
    <w:rsid w:val="00605992"/>
    <w:rsid w:val="00606C8F"/>
    <w:rsid w:val="00614BF3"/>
    <w:rsid w:val="0062171E"/>
    <w:rsid w:val="00630C1E"/>
    <w:rsid w:val="00635EE4"/>
    <w:rsid w:val="00645FD9"/>
    <w:rsid w:val="00655144"/>
    <w:rsid w:val="00656CE0"/>
    <w:rsid w:val="006611EE"/>
    <w:rsid w:val="00673CD5"/>
    <w:rsid w:val="006A40F5"/>
    <w:rsid w:val="006A5A68"/>
    <w:rsid w:val="006B3494"/>
    <w:rsid w:val="006C505F"/>
    <w:rsid w:val="006C643B"/>
    <w:rsid w:val="006D7262"/>
    <w:rsid w:val="006E16D6"/>
    <w:rsid w:val="006E3F88"/>
    <w:rsid w:val="006E6CFF"/>
    <w:rsid w:val="006F34E4"/>
    <w:rsid w:val="006F66B2"/>
    <w:rsid w:val="00712F9A"/>
    <w:rsid w:val="00735198"/>
    <w:rsid w:val="00737F95"/>
    <w:rsid w:val="007466AA"/>
    <w:rsid w:val="00764836"/>
    <w:rsid w:val="00766C95"/>
    <w:rsid w:val="007728C1"/>
    <w:rsid w:val="00774371"/>
    <w:rsid w:val="00790AAB"/>
    <w:rsid w:val="007A23D4"/>
    <w:rsid w:val="007A5638"/>
    <w:rsid w:val="007B0D25"/>
    <w:rsid w:val="007C501F"/>
    <w:rsid w:val="007D3233"/>
    <w:rsid w:val="007E2448"/>
    <w:rsid w:val="007E24BE"/>
    <w:rsid w:val="007E2F4A"/>
    <w:rsid w:val="007E5571"/>
    <w:rsid w:val="007E721E"/>
    <w:rsid w:val="007F272E"/>
    <w:rsid w:val="00806BBF"/>
    <w:rsid w:val="00835F21"/>
    <w:rsid w:val="00845CE9"/>
    <w:rsid w:val="008479E5"/>
    <w:rsid w:val="008528C2"/>
    <w:rsid w:val="008540C9"/>
    <w:rsid w:val="00855E34"/>
    <w:rsid w:val="00856F3C"/>
    <w:rsid w:val="0086462D"/>
    <w:rsid w:val="00876369"/>
    <w:rsid w:val="00884192"/>
    <w:rsid w:val="008A087A"/>
    <w:rsid w:val="008A7A68"/>
    <w:rsid w:val="008B7256"/>
    <w:rsid w:val="008C6792"/>
    <w:rsid w:val="008E5C68"/>
    <w:rsid w:val="008F0A17"/>
    <w:rsid w:val="008F4870"/>
    <w:rsid w:val="009031B8"/>
    <w:rsid w:val="009037B7"/>
    <w:rsid w:val="00907E1C"/>
    <w:rsid w:val="00913EAD"/>
    <w:rsid w:val="0091661F"/>
    <w:rsid w:val="009250E8"/>
    <w:rsid w:val="009401A4"/>
    <w:rsid w:val="009457BC"/>
    <w:rsid w:val="00947F1D"/>
    <w:rsid w:val="00956DE6"/>
    <w:rsid w:val="00970237"/>
    <w:rsid w:val="00971355"/>
    <w:rsid w:val="00973EF9"/>
    <w:rsid w:val="009745DE"/>
    <w:rsid w:val="00996175"/>
    <w:rsid w:val="009A0D7C"/>
    <w:rsid w:val="009A423C"/>
    <w:rsid w:val="009A737E"/>
    <w:rsid w:val="009B3D82"/>
    <w:rsid w:val="009D5405"/>
    <w:rsid w:val="009D715B"/>
    <w:rsid w:val="009E1353"/>
    <w:rsid w:val="009E77FE"/>
    <w:rsid w:val="00A06648"/>
    <w:rsid w:val="00A1022D"/>
    <w:rsid w:val="00A142BE"/>
    <w:rsid w:val="00A21413"/>
    <w:rsid w:val="00A3430C"/>
    <w:rsid w:val="00A34838"/>
    <w:rsid w:val="00A37E90"/>
    <w:rsid w:val="00A40DF0"/>
    <w:rsid w:val="00A46818"/>
    <w:rsid w:val="00A571B0"/>
    <w:rsid w:val="00A577F3"/>
    <w:rsid w:val="00A62E44"/>
    <w:rsid w:val="00A67110"/>
    <w:rsid w:val="00A722EA"/>
    <w:rsid w:val="00A72528"/>
    <w:rsid w:val="00A7327F"/>
    <w:rsid w:val="00A911EF"/>
    <w:rsid w:val="00A94F29"/>
    <w:rsid w:val="00A95F64"/>
    <w:rsid w:val="00AB6653"/>
    <w:rsid w:val="00AC2859"/>
    <w:rsid w:val="00AC3A6B"/>
    <w:rsid w:val="00AC6C09"/>
    <w:rsid w:val="00AC7893"/>
    <w:rsid w:val="00AF7956"/>
    <w:rsid w:val="00B00F53"/>
    <w:rsid w:val="00B05868"/>
    <w:rsid w:val="00B2303D"/>
    <w:rsid w:val="00B3320F"/>
    <w:rsid w:val="00B365EC"/>
    <w:rsid w:val="00B66653"/>
    <w:rsid w:val="00B66FE2"/>
    <w:rsid w:val="00B70844"/>
    <w:rsid w:val="00B75442"/>
    <w:rsid w:val="00B85D1E"/>
    <w:rsid w:val="00BA2A24"/>
    <w:rsid w:val="00BA7CDC"/>
    <w:rsid w:val="00BB4F75"/>
    <w:rsid w:val="00BB7711"/>
    <w:rsid w:val="00BD08E9"/>
    <w:rsid w:val="00BD2039"/>
    <w:rsid w:val="00BE2097"/>
    <w:rsid w:val="00BE2DE4"/>
    <w:rsid w:val="00BF63AF"/>
    <w:rsid w:val="00BF7362"/>
    <w:rsid w:val="00C00014"/>
    <w:rsid w:val="00C07574"/>
    <w:rsid w:val="00C15998"/>
    <w:rsid w:val="00C215CC"/>
    <w:rsid w:val="00C257D6"/>
    <w:rsid w:val="00C3394D"/>
    <w:rsid w:val="00C46E90"/>
    <w:rsid w:val="00C54DBB"/>
    <w:rsid w:val="00C555A8"/>
    <w:rsid w:val="00C60E4B"/>
    <w:rsid w:val="00C70C98"/>
    <w:rsid w:val="00C8362F"/>
    <w:rsid w:val="00C87510"/>
    <w:rsid w:val="00CB7BC5"/>
    <w:rsid w:val="00CC045C"/>
    <w:rsid w:val="00CC5851"/>
    <w:rsid w:val="00CD19E1"/>
    <w:rsid w:val="00CD6651"/>
    <w:rsid w:val="00CD6CAB"/>
    <w:rsid w:val="00CF0B8F"/>
    <w:rsid w:val="00CF15DD"/>
    <w:rsid w:val="00CF49DE"/>
    <w:rsid w:val="00D030BF"/>
    <w:rsid w:val="00D070C2"/>
    <w:rsid w:val="00D14990"/>
    <w:rsid w:val="00D27655"/>
    <w:rsid w:val="00D2780D"/>
    <w:rsid w:val="00D3400D"/>
    <w:rsid w:val="00D37FEC"/>
    <w:rsid w:val="00D52FD0"/>
    <w:rsid w:val="00D561D9"/>
    <w:rsid w:val="00D56D39"/>
    <w:rsid w:val="00D7549A"/>
    <w:rsid w:val="00D75828"/>
    <w:rsid w:val="00D77AAE"/>
    <w:rsid w:val="00D85CB7"/>
    <w:rsid w:val="00D934A9"/>
    <w:rsid w:val="00DA107C"/>
    <w:rsid w:val="00DA3E45"/>
    <w:rsid w:val="00DA73C1"/>
    <w:rsid w:val="00DA7EE6"/>
    <w:rsid w:val="00DB009A"/>
    <w:rsid w:val="00DB6F7F"/>
    <w:rsid w:val="00DB7CEE"/>
    <w:rsid w:val="00DC2451"/>
    <w:rsid w:val="00DC26B0"/>
    <w:rsid w:val="00DD4682"/>
    <w:rsid w:val="00DD4B91"/>
    <w:rsid w:val="00DD623C"/>
    <w:rsid w:val="00DD79E8"/>
    <w:rsid w:val="00DD7E69"/>
    <w:rsid w:val="00DE3208"/>
    <w:rsid w:val="00DE370B"/>
    <w:rsid w:val="00DE4E89"/>
    <w:rsid w:val="00DF1F54"/>
    <w:rsid w:val="00E071A2"/>
    <w:rsid w:val="00E10630"/>
    <w:rsid w:val="00E1324E"/>
    <w:rsid w:val="00E3027D"/>
    <w:rsid w:val="00E36E8B"/>
    <w:rsid w:val="00E47218"/>
    <w:rsid w:val="00E545EB"/>
    <w:rsid w:val="00E55080"/>
    <w:rsid w:val="00E56731"/>
    <w:rsid w:val="00E6556B"/>
    <w:rsid w:val="00E82228"/>
    <w:rsid w:val="00E857B2"/>
    <w:rsid w:val="00E911CC"/>
    <w:rsid w:val="00E92C2B"/>
    <w:rsid w:val="00E94611"/>
    <w:rsid w:val="00E97CB7"/>
    <w:rsid w:val="00EA18DF"/>
    <w:rsid w:val="00EA1B88"/>
    <w:rsid w:val="00EA633E"/>
    <w:rsid w:val="00EB0012"/>
    <w:rsid w:val="00EB06F3"/>
    <w:rsid w:val="00EC1DC0"/>
    <w:rsid w:val="00ED24E2"/>
    <w:rsid w:val="00ED52E4"/>
    <w:rsid w:val="00ED6307"/>
    <w:rsid w:val="00EF4AD8"/>
    <w:rsid w:val="00EF4DFF"/>
    <w:rsid w:val="00F001D2"/>
    <w:rsid w:val="00F0305B"/>
    <w:rsid w:val="00F12229"/>
    <w:rsid w:val="00F167BE"/>
    <w:rsid w:val="00F21252"/>
    <w:rsid w:val="00F2216A"/>
    <w:rsid w:val="00F22225"/>
    <w:rsid w:val="00F229EF"/>
    <w:rsid w:val="00F26F6B"/>
    <w:rsid w:val="00F34DBC"/>
    <w:rsid w:val="00F43129"/>
    <w:rsid w:val="00F44A2F"/>
    <w:rsid w:val="00F451B2"/>
    <w:rsid w:val="00F455D5"/>
    <w:rsid w:val="00F52FF2"/>
    <w:rsid w:val="00F57711"/>
    <w:rsid w:val="00F75D89"/>
    <w:rsid w:val="00F82C05"/>
    <w:rsid w:val="00F905B9"/>
    <w:rsid w:val="00F907D2"/>
    <w:rsid w:val="00FA062F"/>
    <w:rsid w:val="00FA518A"/>
    <w:rsid w:val="00FB1CF1"/>
    <w:rsid w:val="00FB22A6"/>
    <w:rsid w:val="00FB49BE"/>
    <w:rsid w:val="00FB4A31"/>
    <w:rsid w:val="00FB61C0"/>
    <w:rsid w:val="00FB716C"/>
    <w:rsid w:val="00FC07D8"/>
    <w:rsid w:val="00FC417E"/>
    <w:rsid w:val="00FD4CBC"/>
    <w:rsid w:val="00FD6E38"/>
    <w:rsid w:val="00FE49AF"/>
    <w:rsid w:val="00FF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8F1E00"/>
  <w15:docId w15:val="{A34998B2-61E3-4E10-A9F5-C04CFD3AE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731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332F36"/>
    <w:pPr>
      <w:keepNext/>
      <w:ind w:left="5760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332F36"/>
    <w:rPr>
      <w:b/>
      <w:sz w:val="28"/>
    </w:rPr>
  </w:style>
  <w:style w:type="paragraph" w:styleId="a3">
    <w:name w:val="header"/>
    <w:basedOn w:val="a"/>
    <w:link w:val="a4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20EE9"/>
    <w:rPr>
      <w:sz w:val="24"/>
      <w:szCs w:val="24"/>
    </w:rPr>
  </w:style>
  <w:style w:type="paragraph" w:styleId="a5">
    <w:name w:val="footer"/>
    <w:basedOn w:val="a"/>
    <w:link w:val="a6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0EE9"/>
    <w:rPr>
      <w:sz w:val="24"/>
      <w:szCs w:val="24"/>
    </w:rPr>
  </w:style>
  <w:style w:type="table" w:styleId="a7">
    <w:name w:val="Table Grid"/>
    <w:basedOn w:val="a1"/>
    <w:uiPriority w:val="99"/>
    <w:rsid w:val="004120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DE370B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BF63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0EE9"/>
    <w:rPr>
      <w:sz w:val="0"/>
      <w:szCs w:val="0"/>
    </w:rPr>
  </w:style>
  <w:style w:type="paragraph" w:styleId="ab">
    <w:name w:val="Normal (Web)"/>
    <w:basedOn w:val="a"/>
    <w:uiPriority w:val="99"/>
    <w:rsid w:val="00C8362F"/>
    <w:pPr>
      <w:spacing w:before="100" w:beforeAutospacing="1" w:after="100" w:afterAutospacing="1"/>
    </w:pPr>
  </w:style>
  <w:style w:type="character" w:styleId="ac">
    <w:name w:val="annotation reference"/>
    <w:basedOn w:val="a0"/>
    <w:uiPriority w:val="99"/>
    <w:rsid w:val="00F0305B"/>
    <w:rPr>
      <w:rFonts w:cs="Times New Roman"/>
      <w:sz w:val="16"/>
    </w:rPr>
  </w:style>
  <w:style w:type="paragraph" w:styleId="ad">
    <w:name w:val="annotation text"/>
    <w:basedOn w:val="a"/>
    <w:link w:val="ae"/>
    <w:uiPriority w:val="99"/>
    <w:rsid w:val="00F0305B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locked/>
    <w:rsid w:val="00F0305B"/>
    <w:rPr>
      <w:rFonts w:cs="Times New Roman"/>
    </w:rPr>
  </w:style>
  <w:style w:type="paragraph" w:styleId="af">
    <w:name w:val="annotation subject"/>
    <w:basedOn w:val="ad"/>
    <w:next w:val="ad"/>
    <w:link w:val="af0"/>
    <w:uiPriority w:val="99"/>
    <w:rsid w:val="00F030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locked/>
    <w:rsid w:val="00F0305B"/>
    <w:rPr>
      <w:rFonts w:cs="Times New Roman"/>
      <w:b/>
    </w:rPr>
  </w:style>
  <w:style w:type="paragraph" w:customStyle="1" w:styleId="1">
    <w:name w:val="Без интервала1"/>
    <w:uiPriority w:val="99"/>
    <w:rsid w:val="00487D12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89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9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9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mol.teens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&#1056;&#1072;&#1073;&#1086;&#1095;&#1080;&#1081;%20&#1089;&#1090;&#1086;&#1083;\&#1041;&#1083;&#1072;&#1085;&#1082;2014.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Бланк2014.</Template>
  <TotalTime>6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ДЕЛАМ МОЛОДЕЖИ, СПОРТУ И ТУРИЗМУ</vt:lpstr>
    </vt:vector>
  </TitlesOfParts>
  <Company>МДМС РТ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ДЕЛАМ МОЛОДЕЖИ, СПОРТУ И ТУРИЗМУ</dc:title>
  <dc:creator>Андрей Егоров</dc:creator>
  <cp:lastModifiedBy>Далия Исламова</cp:lastModifiedBy>
  <cp:revision>8</cp:revision>
  <cp:lastPrinted>2019-01-16T09:05:00Z</cp:lastPrinted>
  <dcterms:created xsi:type="dcterms:W3CDTF">2021-12-07T10:09:00Z</dcterms:created>
  <dcterms:modified xsi:type="dcterms:W3CDTF">2021-12-14T06:22:00Z</dcterms:modified>
</cp:coreProperties>
</file>